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CB61E5" w:rsidP="0008656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oprava hygienického zázemí a kanalizace, zŠ na výsluní – pavilon D</w:t>
            </w:r>
            <w:bookmarkStart w:id="0" w:name="_GoBack"/>
            <w:bookmarkEnd w:id="0"/>
          </w:p>
        </w:tc>
      </w:tr>
      <w:tr w:rsidR="000C5AE1" w:rsidRPr="003D1519" w:rsidTr="00A07E5C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A07E5C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A07E5C">
            <w:pPr>
              <w:rPr>
                <w:szCs w:val="20"/>
              </w:rPr>
            </w:pPr>
            <w:r>
              <w:t xml:space="preserve">Ing. </w:t>
            </w:r>
            <w:r w:rsidR="00A07E5C">
              <w:t>Miroslav Polášek, místostarosta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A07E5C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A07E5C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A07E5C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A07E5C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86566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1007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46E0D"/>
    <w:rsid w:val="004812D9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62CF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07E5C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B61E5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35582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29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CFFC1-C7C0-4984-8F5F-FB5ED3CAA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55D87F5E</Template>
  <TotalTime>17</TotalTime>
  <Pages>1</Pages>
  <Words>135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12</cp:revision>
  <cp:lastPrinted>2022-09-06T08:53:00Z</cp:lastPrinted>
  <dcterms:created xsi:type="dcterms:W3CDTF">2023-11-06T12:13:00Z</dcterms:created>
  <dcterms:modified xsi:type="dcterms:W3CDTF">2025-01-17T08:14:00Z</dcterms:modified>
</cp:coreProperties>
</file>